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097AF" w14:textId="77777777" w:rsidR="004D36D7" w:rsidRPr="00FD4A68" w:rsidRDefault="0013797D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48FF2BBB91F74816AF766FEEB00527F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7A03CC">
            <w:t>Lab - Visualizing the Black Hats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62B7D1F0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40FDDB53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65D3D1A5" w14:textId="77777777" w:rsidR="0040748F" w:rsidRPr="00647CBE" w:rsidRDefault="0040748F" w:rsidP="0040748F">
      <w:pPr>
        <w:pStyle w:val="BodyTextL25"/>
      </w:pPr>
      <w:r w:rsidRPr="00647CBE">
        <w:t>Research and analyze cyber security incidents</w:t>
      </w:r>
      <w:r>
        <w:t>.</w:t>
      </w:r>
    </w:p>
    <w:p w14:paraId="0A1EA69F" w14:textId="77777777" w:rsidR="00D778DF" w:rsidRDefault="00D778DF" w:rsidP="00D452F4">
      <w:pPr>
        <w:pStyle w:val="Heading1"/>
      </w:pPr>
      <w:r w:rsidRPr="00E70096">
        <w:t>Background / Scenario</w:t>
      </w:r>
    </w:p>
    <w:p w14:paraId="54EAE904" w14:textId="77777777" w:rsidR="0040748F" w:rsidRDefault="0040748F" w:rsidP="0040748F">
      <w:pPr>
        <w:pStyle w:val="BodyTextL25"/>
      </w:pPr>
      <w:r>
        <w:t>The FBI has estimated that cybercrime cost individuals and companies over 3.5 billion dollars in 2019. Go</w:t>
      </w:r>
      <w:r w:rsidRPr="00C36AEA">
        <w:t>ver</w:t>
      </w:r>
      <w:r>
        <w:t>nments, businesses, and individual users are increasingly the targets of cyberattacks and cybersecurity incidents are becoming more common.</w:t>
      </w:r>
    </w:p>
    <w:p w14:paraId="52FA34B0" w14:textId="77777777" w:rsidR="0040748F" w:rsidRDefault="0040748F" w:rsidP="0040748F">
      <w:pPr>
        <w:pStyle w:val="BodyTextL25"/>
      </w:pPr>
      <w:r>
        <w:t>In this lab, you will create three hypothetical cyber attackers, each with an organization, an attack, a motive. In addition, suggest a method by which an organization could prevent or mitigate the attack.</w:t>
      </w:r>
    </w:p>
    <w:p w14:paraId="63C435E7" w14:textId="77777777" w:rsidR="0040748F" w:rsidRDefault="0040748F" w:rsidP="0040748F">
      <w:pPr>
        <w:pStyle w:val="BodyTextL25"/>
      </w:pPr>
      <w:r w:rsidRPr="00D36B7E">
        <w:rPr>
          <w:b/>
        </w:rPr>
        <w:t>Note</w:t>
      </w:r>
      <w:r>
        <w:t xml:space="preserve">: </w:t>
      </w:r>
      <w:r w:rsidRPr="00D36B7E">
        <w:t>You</w:t>
      </w:r>
      <w:r>
        <w:t xml:space="preserve"> can use the web browser in the virtual machine that was installed in a previous lab to research security issues. By using the virtual machine, you may prevent malware from being installed on your computer.</w:t>
      </w:r>
    </w:p>
    <w:p w14:paraId="7954C352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30922038" w14:textId="77777777" w:rsidR="0040748F" w:rsidRDefault="0040748F" w:rsidP="0040748F">
      <w:pPr>
        <w:pStyle w:val="Bulletlevel1"/>
        <w:spacing w:before="60" w:after="60" w:line="276" w:lineRule="auto"/>
      </w:pPr>
      <w:r>
        <w:t>PC or mobile device with internet access and virtual machine (optional)</w:t>
      </w:r>
    </w:p>
    <w:p w14:paraId="410F6057" w14:textId="77777777" w:rsidR="00125806" w:rsidRDefault="00125806" w:rsidP="00D452F4">
      <w:pPr>
        <w:pStyle w:val="Heading1"/>
      </w:pPr>
      <w:r>
        <w:t>Instructions</w:t>
      </w:r>
    </w:p>
    <w:p w14:paraId="05EFCB64" w14:textId="73DAC558" w:rsidR="00103401" w:rsidRDefault="00103401" w:rsidP="00103401">
      <w:pPr>
        <w:pStyle w:val="Heading2"/>
      </w:pPr>
    </w:p>
    <w:p w14:paraId="0AB3B29A" w14:textId="77777777" w:rsidR="0040748F" w:rsidRDefault="0040748F" w:rsidP="0040748F">
      <w:pPr>
        <w:pStyle w:val="SubStepAlpha"/>
      </w:pPr>
      <w:r>
        <w:t>Who is the attacker?</w:t>
      </w:r>
    </w:p>
    <w:p w14:paraId="394E6DED" w14:textId="16E4B1A1" w:rsidR="0040748F" w:rsidRDefault="004C264E" w:rsidP="004C264E">
      <w:pPr>
        <w:pStyle w:val="AnswerLineL50"/>
      </w:pPr>
      <w:r>
        <w:t>Type your answers here.</w:t>
      </w:r>
    </w:p>
    <w:p w14:paraId="10DBE2EF" w14:textId="77777777" w:rsidR="0040748F" w:rsidRPr="004C264E" w:rsidRDefault="0040748F" w:rsidP="004C264E">
      <w:pPr>
        <w:pStyle w:val="BodyTextL50"/>
        <w:rPr>
          <w:rStyle w:val="AnswerGray"/>
        </w:rPr>
      </w:pPr>
      <w:r w:rsidRPr="004C264E">
        <w:rPr>
          <w:rStyle w:val="AnswerGray"/>
          <w:highlight w:val="lightGray"/>
        </w:rPr>
        <w:t>Answers will vary.</w:t>
      </w:r>
    </w:p>
    <w:p w14:paraId="5E9DA963" w14:textId="77777777" w:rsidR="0040748F" w:rsidRDefault="0040748F" w:rsidP="004C264E">
      <w:pPr>
        <w:pStyle w:val="SubStepAlpha"/>
      </w:pPr>
      <w:r>
        <w:t>What organization or group is the attacker associated with, if any?</w:t>
      </w:r>
    </w:p>
    <w:p w14:paraId="6F549D88" w14:textId="77777777" w:rsidR="004C264E" w:rsidRDefault="004C264E" w:rsidP="004C264E">
      <w:pPr>
        <w:pStyle w:val="AnswerLineL50"/>
      </w:pPr>
      <w:r>
        <w:t>Type your answers here.</w:t>
      </w:r>
    </w:p>
    <w:p w14:paraId="1C2C6571" w14:textId="77777777" w:rsidR="004C264E" w:rsidRPr="004C264E" w:rsidRDefault="004C264E" w:rsidP="004C264E">
      <w:pPr>
        <w:pStyle w:val="BodyTextL50"/>
        <w:rPr>
          <w:rStyle w:val="AnswerGray"/>
        </w:rPr>
      </w:pPr>
      <w:r w:rsidRPr="004C264E">
        <w:rPr>
          <w:rStyle w:val="AnswerGray"/>
          <w:highlight w:val="lightGray"/>
        </w:rPr>
        <w:t>Answers will vary.</w:t>
      </w:r>
    </w:p>
    <w:p w14:paraId="35FCBC72" w14:textId="77777777" w:rsidR="0040748F" w:rsidRDefault="0040748F" w:rsidP="004C264E">
      <w:pPr>
        <w:pStyle w:val="SubStepAlpha"/>
      </w:pPr>
      <w:r>
        <w:t>What is the motive of the attacker?</w:t>
      </w:r>
    </w:p>
    <w:p w14:paraId="58B84D92" w14:textId="77777777" w:rsidR="004C264E" w:rsidRDefault="004C264E" w:rsidP="004C264E">
      <w:pPr>
        <w:pStyle w:val="AnswerLineL50"/>
      </w:pPr>
      <w:r>
        <w:t>Type your answers here.</w:t>
      </w:r>
    </w:p>
    <w:p w14:paraId="3184B381" w14:textId="77777777" w:rsidR="004C264E" w:rsidRPr="004C264E" w:rsidRDefault="004C264E" w:rsidP="004C264E">
      <w:pPr>
        <w:pStyle w:val="BodyTextL50"/>
        <w:rPr>
          <w:rStyle w:val="AnswerGray"/>
        </w:rPr>
      </w:pPr>
      <w:r w:rsidRPr="004C264E">
        <w:rPr>
          <w:rStyle w:val="AnswerGray"/>
          <w:highlight w:val="lightGray"/>
        </w:rPr>
        <w:t>Answers will vary.</w:t>
      </w:r>
    </w:p>
    <w:p w14:paraId="7AF3C453" w14:textId="77777777" w:rsidR="0040748F" w:rsidRDefault="0040748F" w:rsidP="004C264E">
      <w:pPr>
        <w:pStyle w:val="SubStepAlpha"/>
      </w:pPr>
      <w:r>
        <w:t>What method of attack was used?</w:t>
      </w:r>
    </w:p>
    <w:p w14:paraId="1A0580B3" w14:textId="77777777" w:rsidR="004C264E" w:rsidRDefault="004C264E" w:rsidP="004C264E">
      <w:pPr>
        <w:pStyle w:val="AnswerLineL50"/>
      </w:pPr>
      <w:r>
        <w:t>Type your answers here.</w:t>
      </w:r>
    </w:p>
    <w:p w14:paraId="0CC9A94F" w14:textId="77777777" w:rsidR="0040748F" w:rsidRPr="003E6F3B" w:rsidRDefault="0040748F" w:rsidP="003E6F3B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lastRenderedPageBreak/>
        <w:t>Answers will vary.</w:t>
      </w:r>
    </w:p>
    <w:p w14:paraId="2F70ED9A" w14:textId="77777777" w:rsidR="0040748F" w:rsidRDefault="0040748F" w:rsidP="003E6F3B">
      <w:pPr>
        <w:pStyle w:val="SubStepAlpha"/>
      </w:pPr>
      <w:r>
        <w:t xml:space="preserve">What was the target and vulnerability used against the business? </w:t>
      </w:r>
    </w:p>
    <w:p w14:paraId="7EE2795F" w14:textId="77777777" w:rsidR="003E6F3B" w:rsidRDefault="003E6F3B" w:rsidP="003E6F3B">
      <w:pPr>
        <w:pStyle w:val="AnswerLineL50"/>
      </w:pPr>
      <w:r>
        <w:t>Type your answers here.</w:t>
      </w:r>
    </w:p>
    <w:p w14:paraId="74B102AF" w14:textId="77777777" w:rsidR="0040748F" w:rsidRPr="003E6F3B" w:rsidRDefault="0040748F" w:rsidP="0040748F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t>Answers will vary.</w:t>
      </w:r>
    </w:p>
    <w:p w14:paraId="45C0F0C8" w14:textId="77777777" w:rsidR="0040748F" w:rsidRDefault="0040748F" w:rsidP="003E6F3B">
      <w:pPr>
        <w:pStyle w:val="SubStepAlpha"/>
      </w:pPr>
      <w:r>
        <w:t>How could this attack be prevented or mitigated?</w:t>
      </w:r>
    </w:p>
    <w:p w14:paraId="1BBB7D40" w14:textId="77777777" w:rsidR="003E6F3B" w:rsidRDefault="003E6F3B" w:rsidP="003E6F3B">
      <w:pPr>
        <w:pStyle w:val="AnswerLineL50"/>
      </w:pPr>
      <w:r>
        <w:t>Type your answers here.</w:t>
      </w:r>
    </w:p>
    <w:p w14:paraId="337B0E9B" w14:textId="77777777" w:rsidR="0040748F" w:rsidRPr="003E6F3B" w:rsidRDefault="0040748F" w:rsidP="0040748F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t>Answers will vary.</w:t>
      </w:r>
    </w:p>
    <w:p w14:paraId="12EC2B59" w14:textId="77777777" w:rsidR="0040748F" w:rsidRDefault="0040748F" w:rsidP="0040748F">
      <w:pPr>
        <w:pStyle w:val="Heading2"/>
      </w:pPr>
    </w:p>
    <w:p w14:paraId="0947C369" w14:textId="77777777" w:rsidR="0040748F" w:rsidRDefault="0040748F" w:rsidP="003E6F3B">
      <w:pPr>
        <w:pStyle w:val="SubStepAlpha"/>
      </w:pPr>
      <w:r>
        <w:t>Who is the attacker?</w:t>
      </w:r>
    </w:p>
    <w:p w14:paraId="17D44119" w14:textId="77777777" w:rsidR="003E6F3B" w:rsidRDefault="003E6F3B" w:rsidP="003E6F3B">
      <w:pPr>
        <w:pStyle w:val="AnswerLineL50"/>
      </w:pPr>
      <w:r>
        <w:t>Type your answers here.</w:t>
      </w:r>
    </w:p>
    <w:p w14:paraId="232B10C4" w14:textId="77777777" w:rsidR="0040748F" w:rsidRPr="003E6F3B" w:rsidRDefault="0040748F" w:rsidP="0040748F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t>Answers will vary.</w:t>
      </w:r>
    </w:p>
    <w:p w14:paraId="462EE84C" w14:textId="77777777" w:rsidR="0040748F" w:rsidRDefault="0040748F" w:rsidP="003E6F3B">
      <w:pPr>
        <w:pStyle w:val="SubStepAlpha"/>
      </w:pPr>
      <w:r>
        <w:t>What organization/group is the attacker associated with?</w:t>
      </w:r>
    </w:p>
    <w:p w14:paraId="06258E6F" w14:textId="77777777" w:rsidR="003E6F3B" w:rsidRDefault="003E6F3B" w:rsidP="003E6F3B">
      <w:pPr>
        <w:pStyle w:val="AnswerLineL50"/>
      </w:pPr>
      <w:r>
        <w:t>Type your answers here.</w:t>
      </w:r>
    </w:p>
    <w:p w14:paraId="37AE796E" w14:textId="77777777" w:rsidR="0040748F" w:rsidRPr="003E6F3B" w:rsidRDefault="0040748F" w:rsidP="0040748F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t>Answers will vary.</w:t>
      </w:r>
    </w:p>
    <w:p w14:paraId="3B753213" w14:textId="77777777" w:rsidR="0040748F" w:rsidRDefault="0040748F" w:rsidP="003E6F3B">
      <w:pPr>
        <w:pStyle w:val="SubStepAlpha"/>
      </w:pPr>
      <w:r>
        <w:t>What is the motive of the attacker?</w:t>
      </w:r>
    </w:p>
    <w:p w14:paraId="7CA67CAA" w14:textId="77777777" w:rsidR="003E6F3B" w:rsidRDefault="003E6F3B" w:rsidP="003E6F3B">
      <w:pPr>
        <w:pStyle w:val="AnswerLineL50"/>
      </w:pPr>
      <w:r>
        <w:t>Type your answers here.</w:t>
      </w:r>
    </w:p>
    <w:p w14:paraId="48F93B4B" w14:textId="77777777" w:rsidR="0040748F" w:rsidRPr="003E6F3B" w:rsidRDefault="0040748F" w:rsidP="0040748F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t>Answers will vary.</w:t>
      </w:r>
    </w:p>
    <w:p w14:paraId="1C6481AB" w14:textId="77777777" w:rsidR="0040748F" w:rsidRDefault="0040748F" w:rsidP="003E6F3B">
      <w:pPr>
        <w:pStyle w:val="SubStepAlpha"/>
      </w:pPr>
      <w:r>
        <w:t>What method of attack was used?</w:t>
      </w:r>
    </w:p>
    <w:p w14:paraId="7884F5A2" w14:textId="77777777" w:rsidR="003E6F3B" w:rsidRDefault="003E6F3B" w:rsidP="003E6F3B">
      <w:pPr>
        <w:pStyle w:val="AnswerLineL50"/>
      </w:pPr>
      <w:r>
        <w:t>Type your answers here.</w:t>
      </w:r>
    </w:p>
    <w:p w14:paraId="1706FDE4" w14:textId="77777777" w:rsidR="0040748F" w:rsidRPr="0090774C" w:rsidRDefault="0040748F" w:rsidP="0090774C">
      <w:pPr>
        <w:pStyle w:val="BodyTextL50"/>
        <w:rPr>
          <w:rStyle w:val="AnswerGray"/>
        </w:rPr>
      </w:pPr>
      <w:bookmarkStart w:id="0" w:name="_GoBack"/>
      <w:r w:rsidRPr="0090774C">
        <w:rPr>
          <w:rStyle w:val="AnswerGray"/>
          <w:highlight w:val="lightGray"/>
        </w:rPr>
        <w:t>Answers will vary.</w:t>
      </w:r>
    </w:p>
    <w:bookmarkEnd w:id="0"/>
    <w:p w14:paraId="0246D3E5" w14:textId="77777777" w:rsidR="0040748F" w:rsidRDefault="0040748F" w:rsidP="003E6F3B">
      <w:pPr>
        <w:pStyle w:val="SubStepAlpha"/>
      </w:pPr>
      <w:r>
        <w:t xml:space="preserve">What was the target and vulnerability used against the business? </w:t>
      </w:r>
    </w:p>
    <w:p w14:paraId="13FEB7B2" w14:textId="77777777" w:rsidR="003E6F3B" w:rsidRDefault="003E6F3B" w:rsidP="003E6F3B">
      <w:pPr>
        <w:pStyle w:val="AnswerLineL50"/>
      </w:pPr>
      <w:r>
        <w:t>Type your answers here.</w:t>
      </w:r>
    </w:p>
    <w:p w14:paraId="340D35BE" w14:textId="77777777" w:rsidR="0040748F" w:rsidRPr="003E6F3B" w:rsidRDefault="0040748F" w:rsidP="0040748F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t>Answers will vary.</w:t>
      </w:r>
    </w:p>
    <w:p w14:paraId="79D384CC" w14:textId="77777777" w:rsidR="0040748F" w:rsidRDefault="0040748F" w:rsidP="003E6F3B">
      <w:pPr>
        <w:pStyle w:val="SubStepAlpha"/>
      </w:pPr>
      <w:r>
        <w:lastRenderedPageBreak/>
        <w:t>How could this attack be prevented or mitigated?</w:t>
      </w:r>
    </w:p>
    <w:p w14:paraId="1B98D028" w14:textId="77777777" w:rsidR="003E6F3B" w:rsidRDefault="003E6F3B" w:rsidP="003E6F3B">
      <w:pPr>
        <w:pStyle w:val="AnswerLineL50"/>
      </w:pPr>
      <w:r>
        <w:t>Type your answers here.</w:t>
      </w:r>
    </w:p>
    <w:p w14:paraId="12AB41D9" w14:textId="77777777" w:rsidR="0040748F" w:rsidRPr="003E6F3B" w:rsidRDefault="0040748F" w:rsidP="0040748F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t>Answers will vary.</w:t>
      </w:r>
    </w:p>
    <w:p w14:paraId="4F09EC9C" w14:textId="77777777" w:rsidR="0040748F" w:rsidRDefault="0040748F" w:rsidP="0040748F">
      <w:pPr>
        <w:pStyle w:val="Heading2"/>
      </w:pPr>
    </w:p>
    <w:p w14:paraId="4AC70126" w14:textId="77777777" w:rsidR="0040748F" w:rsidRDefault="0040748F" w:rsidP="003E6F3B">
      <w:pPr>
        <w:pStyle w:val="SubStepAlpha"/>
      </w:pPr>
      <w:r>
        <w:t>Who is the attacker?</w:t>
      </w:r>
    </w:p>
    <w:p w14:paraId="5891C6A1" w14:textId="77777777" w:rsidR="003E6F3B" w:rsidRDefault="003E6F3B" w:rsidP="003E6F3B">
      <w:pPr>
        <w:pStyle w:val="AnswerLineL50"/>
      </w:pPr>
      <w:r>
        <w:t>Type your answers here.</w:t>
      </w:r>
    </w:p>
    <w:p w14:paraId="3EC1E06D" w14:textId="77777777" w:rsidR="003E6F3B" w:rsidRPr="003E6F3B" w:rsidRDefault="003E6F3B" w:rsidP="003E6F3B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t>Answers will vary.</w:t>
      </w:r>
    </w:p>
    <w:p w14:paraId="2D597CFF" w14:textId="03E22AE8" w:rsidR="0040748F" w:rsidRDefault="0040748F" w:rsidP="003E6F3B">
      <w:pPr>
        <w:pStyle w:val="SubStepAlpha"/>
      </w:pPr>
      <w:r>
        <w:t>What organization/group is the attacker associated with?</w:t>
      </w:r>
    </w:p>
    <w:p w14:paraId="0BD96A9D" w14:textId="77777777" w:rsidR="003E6F3B" w:rsidRDefault="003E6F3B" w:rsidP="003E6F3B">
      <w:pPr>
        <w:pStyle w:val="AnswerLineL50"/>
      </w:pPr>
      <w:r>
        <w:t>Type your answers here.</w:t>
      </w:r>
    </w:p>
    <w:p w14:paraId="07633483" w14:textId="77777777" w:rsidR="003E6F3B" w:rsidRPr="003E6F3B" w:rsidRDefault="003E6F3B" w:rsidP="003E6F3B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t>Answers will vary.</w:t>
      </w:r>
    </w:p>
    <w:p w14:paraId="25801E71" w14:textId="77777777" w:rsidR="0040748F" w:rsidRDefault="0040748F" w:rsidP="003E6F3B">
      <w:pPr>
        <w:pStyle w:val="SubStepAlpha"/>
      </w:pPr>
      <w:r>
        <w:t>What is the motive of the attacker?</w:t>
      </w:r>
    </w:p>
    <w:p w14:paraId="43013E39" w14:textId="77777777" w:rsidR="003E6F3B" w:rsidRDefault="003E6F3B" w:rsidP="003E6F3B">
      <w:pPr>
        <w:pStyle w:val="AnswerLineL50"/>
      </w:pPr>
      <w:r>
        <w:t>Type your answers here.</w:t>
      </w:r>
    </w:p>
    <w:p w14:paraId="6961B8CD" w14:textId="77777777" w:rsidR="003E6F3B" w:rsidRPr="003E6F3B" w:rsidRDefault="003E6F3B" w:rsidP="003E6F3B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t>Answers will vary.</w:t>
      </w:r>
    </w:p>
    <w:p w14:paraId="147F98C6" w14:textId="77777777" w:rsidR="0040748F" w:rsidRDefault="0040748F" w:rsidP="003E6F3B">
      <w:pPr>
        <w:pStyle w:val="SubStepAlpha"/>
      </w:pPr>
      <w:r>
        <w:t>What method of attack was used?</w:t>
      </w:r>
    </w:p>
    <w:p w14:paraId="00FCB4AA" w14:textId="77777777" w:rsidR="003E6F3B" w:rsidRDefault="003E6F3B" w:rsidP="003E6F3B">
      <w:pPr>
        <w:pStyle w:val="AnswerLineL50"/>
      </w:pPr>
      <w:r>
        <w:t>Type your answers here.</w:t>
      </w:r>
    </w:p>
    <w:p w14:paraId="77AF961C" w14:textId="77777777" w:rsidR="003E6F3B" w:rsidRPr="003E6F3B" w:rsidRDefault="003E6F3B" w:rsidP="003E6F3B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t>Answers will vary.</w:t>
      </w:r>
    </w:p>
    <w:p w14:paraId="3A25115F" w14:textId="77777777" w:rsidR="0040748F" w:rsidRDefault="0040748F" w:rsidP="003E6F3B">
      <w:pPr>
        <w:pStyle w:val="SubStepAlpha"/>
      </w:pPr>
      <w:r>
        <w:t xml:space="preserve">What was the target and vulnerability used against the business? </w:t>
      </w:r>
    </w:p>
    <w:p w14:paraId="245E97AA" w14:textId="77777777" w:rsidR="003E6F3B" w:rsidRDefault="003E6F3B" w:rsidP="003E6F3B">
      <w:pPr>
        <w:pStyle w:val="AnswerLineL50"/>
      </w:pPr>
      <w:r>
        <w:t>Type your answers here.</w:t>
      </w:r>
    </w:p>
    <w:p w14:paraId="0B84A03B" w14:textId="77777777" w:rsidR="003E6F3B" w:rsidRPr="003E6F3B" w:rsidRDefault="003E6F3B" w:rsidP="003E6F3B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t>Answers will vary.</w:t>
      </w:r>
    </w:p>
    <w:p w14:paraId="72842B81" w14:textId="77777777" w:rsidR="0040748F" w:rsidRDefault="0040748F" w:rsidP="003E6F3B">
      <w:pPr>
        <w:pStyle w:val="SubStepAlpha"/>
      </w:pPr>
      <w:r>
        <w:t>How could this attack be prevented or mitigated?</w:t>
      </w:r>
    </w:p>
    <w:p w14:paraId="009A9CD0" w14:textId="08B93C66" w:rsidR="0040748F" w:rsidRDefault="003E6F3B" w:rsidP="003E6F3B">
      <w:pPr>
        <w:pStyle w:val="AnswerLineL50"/>
      </w:pPr>
      <w:r>
        <w:t>Type your answers here.</w:t>
      </w:r>
    </w:p>
    <w:p w14:paraId="467E7A67" w14:textId="77777777" w:rsidR="0040748F" w:rsidRPr="003E6F3B" w:rsidRDefault="0040748F" w:rsidP="0040748F">
      <w:pPr>
        <w:pStyle w:val="BodyTextL50"/>
        <w:rPr>
          <w:rStyle w:val="AnswerGray"/>
        </w:rPr>
      </w:pPr>
      <w:r w:rsidRPr="003E6F3B">
        <w:rPr>
          <w:rStyle w:val="AnswerGray"/>
          <w:highlight w:val="lightGray"/>
        </w:rPr>
        <w:t>Answers will vary.</w:t>
      </w:r>
    </w:p>
    <w:p w14:paraId="65384851" w14:textId="1FF18669" w:rsidR="00C162C0" w:rsidRPr="003E6F3B" w:rsidRDefault="0040748F" w:rsidP="003E6F3B">
      <w:pPr>
        <w:pStyle w:val="ConfigWindow"/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</w:pPr>
      <w:r w:rsidRPr="003E6F3B"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  <w:t>End of document</w:t>
      </w:r>
    </w:p>
    <w:sectPr w:rsidR="00C162C0" w:rsidRPr="003E6F3B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04683" w14:textId="77777777" w:rsidR="0013797D" w:rsidRDefault="0013797D" w:rsidP="00710659">
      <w:pPr>
        <w:spacing w:after="0" w:line="240" w:lineRule="auto"/>
      </w:pPr>
      <w:r>
        <w:separator/>
      </w:r>
    </w:p>
    <w:p w14:paraId="53BDD5F2" w14:textId="77777777" w:rsidR="0013797D" w:rsidRDefault="0013797D"/>
  </w:endnote>
  <w:endnote w:type="continuationSeparator" w:id="0">
    <w:p w14:paraId="1AD57EAC" w14:textId="77777777" w:rsidR="0013797D" w:rsidRDefault="0013797D" w:rsidP="00710659">
      <w:pPr>
        <w:spacing w:after="0" w:line="240" w:lineRule="auto"/>
      </w:pPr>
      <w:r>
        <w:continuationSeparator/>
      </w:r>
    </w:p>
    <w:p w14:paraId="0B694608" w14:textId="77777777" w:rsidR="0013797D" w:rsidRDefault="00137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E2586" w14:textId="2B966944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A03CC">
          <w:t>2018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D83B6C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264DD" w14:textId="0AEDF178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A03CC">
          <w:t>2018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D83B6C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B188E" w14:textId="77777777" w:rsidR="0013797D" w:rsidRDefault="0013797D" w:rsidP="00710659">
      <w:pPr>
        <w:spacing w:after="0" w:line="240" w:lineRule="auto"/>
      </w:pPr>
      <w:r>
        <w:separator/>
      </w:r>
    </w:p>
    <w:p w14:paraId="2B4A02C9" w14:textId="77777777" w:rsidR="0013797D" w:rsidRDefault="0013797D"/>
  </w:footnote>
  <w:footnote w:type="continuationSeparator" w:id="0">
    <w:p w14:paraId="797FEFF8" w14:textId="77777777" w:rsidR="0013797D" w:rsidRDefault="0013797D" w:rsidP="00710659">
      <w:pPr>
        <w:spacing w:after="0" w:line="240" w:lineRule="auto"/>
      </w:pPr>
      <w:r>
        <w:continuationSeparator/>
      </w:r>
    </w:p>
    <w:p w14:paraId="3C25FC8C" w14:textId="77777777" w:rsidR="0013797D" w:rsidRDefault="001379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48FF2BBB91F74816AF766FEEB00527F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BD6EDA" w14:textId="77777777" w:rsidR="00926CB2" w:rsidRDefault="007A03CC" w:rsidP="008402F2">
        <w:pPr>
          <w:pStyle w:val="PageHead"/>
        </w:pPr>
        <w:r>
          <w:t>Lab - Visualizing the Black Hats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E1672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38903B38" wp14:editId="103C93D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5B7B1F"/>
    <w:multiLevelType w:val="hybridMultilevel"/>
    <w:tmpl w:val="79F65C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9B2D08"/>
    <w:multiLevelType w:val="multilevel"/>
    <w:tmpl w:val="75E8D08C"/>
    <w:lvl w:ilvl="0">
      <w:start w:val="1"/>
      <w:numFmt w:val="decimal"/>
      <w:suff w:val="space"/>
      <w:lvlText w:val="Part %1:"/>
      <w:lvlJc w:val="left"/>
      <w:pPr>
        <w:ind w:left="5760" w:hanging="1080"/>
      </w:pPr>
      <w:rPr>
        <w:rFonts w:hint="default"/>
      </w:rPr>
    </w:lvl>
    <w:lvl w:ilvl="1">
      <w:start w:val="1"/>
      <w:numFmt w:val="decimal"/>
      <w:suff w:val="space"/>
      <w:lvlText w:val="Scenario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1F7C1A64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cenario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39826798"/>
    <w:multiLevelType w:val="hybridMultilevel"/>
    <w:tmpl w:val="79F65C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55544B49"/>
    <w:multiLevelType w:val="hybridMultilevel"/>
    <w:tmpl w:val="79F65C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  <w:lvlOverride w:ilvl="1">
      <w:lvl w:ilvl="1">
        <w:start w:val="1"/>
        <w:numFmt w:val="decimal"/>
        <w:pStyle w:val="Heading2"/>
        <w:suff w:val="space"/>
        <w:lvlText w:val="Scenario %2:"/>
        <w:lvlJc w:val="left"/>
        <w:pPr>
          <w:ind w:left="0" w:firstLine="0"/>
        </w:pPr>
        <w:rPr>
          <w:rFonts w:hint="default"/>
        </w:rPr>
      </w:lvl>
    </w:lvlOverride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8"/>
  </w:num>
  <w:num w:numId="11">
    <w:abstractNumId w:val="10"/>
  </w:num>
  <w:num w:numId="12">
    <w:abstractNumId w:val="4"/>
    <w:lvlOverride w:ilvl="1">
      <w:lvl w:ilvl="1">
        <w:start w:val="1"/>
        <w:numFmt w:val="decimal"/>
        <w:suff w:val="space"/>
        <w:lvlText w:val="Scenario %2:"/>
        <w:lvlJc w:val="left"/>
        <w:pPr>
          <w:ind w:left="936" w:hanging="936"/>
        </w:pPr>
        <w:rPr>
          <w:rFonts w:hint="default"/>
        </w:rPr>
      </w:lvl>
    </w:lvlOverride>
  </w:num>
  <w:num w:numId="13">
    <w:abstractNumId w:val="2"/>
  </w:num>
  <w:num w:numId="14">
    <w:abstractNumId w:val="7"/>
  </w:num>
  <w:num w:numId="1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3CC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E9B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3797D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5F86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E6F3B"/>
    <w:rsid w:val="003F18D1"/>
    <w:rsid w:val="003F20EC"/>
    <w:rsid w:val="003F4F0E"/>
    <w:rsid w:val="003F6096"/>
    <w:rsid w:val="003F6E06"/>
    <w:rsid w:val="00403C7A"/>
    <w:rsid w:val="004057A6"/>
    <w:rsid w:val="00406554"/>
    <w:rsid w:val="0040748F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264E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03CC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0774C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4966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3290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3B6C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6D6ABB"/>
  <w15:docId w15:val="{1C585702-9A21-4370-A1F5-77813139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40748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40748F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40748F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0748F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E6F3B"/>
    <w:pPr>
      <w:spacing w:after="7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3E6F3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E6F3B"/>
    <w:pPr>
      <w:keepNext/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40748F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40748F"/>
    <w:pPr>
      <w:numPr>
        <w:numId w:val="1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PartHead">
    <w:name w:val="Part Head"/>
    <w:basedOn w:val="ListParagraph"/>
    <w:next w:val="BodyTextL25"/>
    <w:qFormat/>
    <w:rsid w:val="0040748F"/>
    <w:pPr>
      <w:keepNext/>
      <w:tabs>
        <w:tab w:val="num" w:pos="360"/>
      </w:tabs>
      <w:spacing w:before="240"/>
      <w:contextualSpacing w:val="0"/>
      <w:outlineLvl w:val="0"/>
    </w:pPr>
    <w:rPr>
      <w:b/>
      <w:sz w:val="28"/>
    </w:rPr>
  </w:style>
  <w:style w:type="paragraph" w:styleId="ListParagraph">
    <w:name w:val="List Paragraph"/>
    <w:basedOn w:val="Normal"/>
    <w:uiPriority w:val="34"/>
    <w:qFormat/>
    <w:rsid w:val="00407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8FF2BBB91F74816AF766FEEB0052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B9B8F-A666-441D-9965-4699681A1B36}"/>
      </w:docPartPr>
      <w:docPartBody>
        <w:p w:rsidR="00CA17E0" w:rsidRDefault="00AD1175">
          <w:pPr>
            <w:pStyle w:val="48FF2BBB91F74816AF766FEEB00527FC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175"/>
    <w:rsid w:val="00AD1175"/>
    <w:rsid w:val="00AF6A81"/>
    <w:rsid w:val="00CA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8FF2BBB91F74816AF766FEEB00527FC">
    <w:name w:val="48FF2BBB91F74816AF766FEEB00527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EA73A-E603-406E-A22B-AB4A9BB9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0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Visualizing the Black Hats</vt:lpstr>
    </vt:vector>
  </TitlesOfParts>
  <Company>Cisco Systems, Inc.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Visualizing the Black Hats</dc:title>
  <dc:creator>SP</dc:creator>
  <dc:description>2018</dc:description>
  <cp:lastModifiedBy>Suk-Yi Pennock -X (spennock - UNICON INC at Cisco)</cp:lastModifiedBy>
  <cp:revision>2</cp:revision>
  <cp:lastPrinted>2020-04-28T23:20:00Z</cp:lastPrinted>
  <dcterms:created xsi:type="dcterms:W3CDTF">2020-04-28T23:20:00Z</dcterms:created>
  <dcterms:modified xsi:type="dcterms:W3CDTF">2020-04-28T23:20:00Z</dcterms:modified>
</cp:coreProperties>
</file>